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C6DF9E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2189F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59AC642" w14:textId="7B312C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70BCE">
        <w:rPr>
          <w:rFonts w:ascii="Corbel" w:hAnsi="Corbel"/>
          <w:i/>
          <w:smallCaps/>
          <w:sz w:val="24"/>
          <w:szCs w:val="24"/>
        </w:rPr>
        <w:t>20</w:t>
      </w:r>
      <w:r w:rsidR="000C500F">
        <w:rPr>
          <w:rFonts w:ascii="Corbel" w:hAnsi="Corbel"/>
          <w:i/>
          <w:smallCaps/>
          <w:sz w:val="24"/>
          <w:szCs w:val="24"/>
        </w:rPr>
        <w:t>19</w:t>
      </w:r>
      <w:r w:rsidR="00A70BCE">
        <w:rPr>
          <w:rFonts w:ascii="Corbel" w:hAnsi="Corbel"/>
          <w:i/>
          <w:smallCaps/>
          <w:sz w:val="24"/>
          <w:szCs w:val="24"/>
        </w:rPr>
        <w:t>-202</w:t>
      </w:r>
      <w:r w:rsidR="000C500F">
        <w:rPr>
          <w:rFonts w:ascii="Corbel" w:hAnsi="Corbel"/>
          <w:i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7DB4BA9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9668920" w14:textId="24FCE6E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12638B">
        <w:rPr>
          <w:rFonts w:ascii="Corbel" w:hAnsi="Corbel"/>
          <w:sz w:val="20"/>
          <w:szCs w:val="20"/>
        </w:rPr>
        <w:t xml:space="preserve">ok akademicki </w:t>
      </w:r>
      <w:r w:rsidR="00A70BCE">
        <w:rPr>
          <w:rFonts w:ascii="Corbel" w:hAnsi="Corbel"/>
          <w:sz w:val="20"/>
          <w:szCs w:val="20"/>
        </w:rPr>
        <w:t>20</w:t>
      </w:r>
      <w:r w:rsidR="000C500F">
        <w:rPr>
          <w:rFonts w:ascii="Corbel" w:hAnsi="Corbel"/>
          <w:sz w:val="20"/>
          <w:szCs w:val="20"/>
        </w:rPr>
        <w:t>19</w:t>
      </w:r>
      <w:r w:rsidR="00A70BCE">
        <w:rPr>
          <w:rFonts w:ascii="Corbel" w:hAnsi="Corbel"/>
          <w:sz w:val="20"/>
          <w:szCs w:val="20"/>
        </w:rPr>
        <w:t>/202</w:t>
      </w:r>
      <w:r w:rsidR="000C500F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w:rsidRPr="009C54AE" w:rsidR="0085747A" w:rsidP="009C54AE" w:rsidRDefault="0085747A" w14:paraId="0DA73D8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3EF767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B3F5574" w14:textId="77777777">
        <w:tc>
          <w:tcPr>
            <w:tcW w:w="2694" w:type="dxa"/>
            <w:vAlign w:val="center"/>
          </w:tcPr>
          <w:p w:rsidRPr="009C54AE" w:rsidR="0085747A" w:rsidP="009C54AE" w:rsidRDefault="00C05F44" w14:paraId="74A1D0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7ED84E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38B">
              <w:rPr>
                <w:rFonts w:ascii="Corbel" w:hAnsi="Corbel"/>
                <w:b w:val="0"/>
                <w:sz w:val="24"/>
                <w:szCs w:val="24"/>
              </w:rPr>
              <w:t>Warsztaty praw człowieka</w:t>
            </w:r>
          </w:p>
        </w:tc>
      </w:tr>
      <w:tr w:rsidRPr="009C54AE" w:rsidR="0085747A" w:rsidTr="00B819C8" w14:paraId="6E8FC232" w14:textId="77777777">
        <w:tc>
          <w:tcPr>
            <w:tcW w:w="2694" w:type="dxa"/>
            <w:vAlign w:val="center"/>
          </w:tcPr>
          <w:p w:rsidRPr="009C54AE" w:rsidR="0085747A" w:rsidP="009C54AE" w:rsidRDefault="00C05F44" w14:paraId="57BE1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70BCE" w:rsidR="0085747A" w:rsidP="009C54AE" w:rsidRDefault="0012638B" w14:paraId="32E0A1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Pr="009C54AE" w:rsidR="0085747A" w:rsidTr="00B819C8" w14:paraId="101291DF" w14:textId="77777777">
        <w:tc>
          <w:tcPr>
            <w:tcW w:w="2694" w:type="dxa"/>
            <w:vAlign w:val="center"/>
          </w:tcPr>
          <w:p w:rsidRPr="009C54AE" w:rsidR="0085747A" w:rsidP="00EA4832" w:rsidRDefault="0085747A" w14:paraId="1C19DA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26EA92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BE6AFFB" w14:textId="77777777">
        <w:tc>
          <w:tcPr>
            <w:tcW w:w="2694" w:type="dxa"/>
            <w:vAlign w:val="center"/>
          </w:tcPr>
          <w:p w:rsidRPr="009C54AE" w:rsidR="0085747A" w:rsidP="009C54AE" w:rsidRDefault="0085747A" w14:paraId="3372C5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A2439" w14:paraId="550996B0" w14:textId="7DECBB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74C7524" w14:textId="77777777">
        <w:tc>
          <w:tcPr>
            <w:tcW w:w="2694" w:type="dxa"/>
            <w:vAlign w:val="center"/>
          </w:tcPr>
          <w:p w:rsidRPr="009C54AE" w:rsidR="0085747A" w:rsidP="009C54AE" w:rsidRDefault="0085747A" w14:paraId="0BFA2C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103FB" w14:paraId="1786BE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Pr="009C54AE" w:rsidR="0085747A" w:rsidTr="00B819C8" w14:paraId="45E3495B" w14:textId="77777777">
        <w:tc>
          <w:tcPr>
            <w:tcW w:w="2694" w:type="dxa"/>
            <w:vAlign w:val="center"/>
          </w:tcPr>
          <w:p w:rsidRPr="009C54AE" w:rsidR="0085747A" w:rsidP="009C54AE" w:rsidRDefault="00DE4A14" w14:paraId="3B36B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12638B" w:rsidRDefault="0012638B" w14:paraId="3E39AE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6985813F" w14:textId="77777777">
        <w:tc>
          <w:tcPr>
            <w:tcW w:w="2694" w:type="dxa"/>
            <w:vAlign w:val="center"/>
          </w:tcPr>
          <w:p w:rsidRPr="009C54AE" w:rsidR="0085747A" w:rsidP="009C54AE" w:rsidRDefault="0085747A" w14:paraId="3B81E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02CF65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58050F27" w14:textId="77777777">
        <w:tc>
          <w:tcPr>
            <w:tcW w:w="2694" w:type="dxa"/>
            <w:vAlign w:val="center"/>
          </w:tcPr>
          <w:p w:rsidRPr="009C54AE" w:rsidR="0085747A" w:rsidP="009C54AE" w:rsidRDefault="0085747A" w14:paraId="41BC33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6C0D5F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1585FE3" w14:textId="77777777">
        <w:tc>
          <w:tcPr>
            <w:tcW w:w="2694" w:type="dxa"/>
            <w:vAlign w:val="center"/>
          </w:tcPr>
          <w:p w:rsidRPr="009C54AE" w:rsidR="0085747A" w:rsidP="009C54AE" w:rsidRDefault="0085747A" w14:paraId="55232E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66C6B" w14:paraId="41B3FF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4D46">
              <w:rPr>
                <w:rFonts w:ascii="Corbel" w:hAnsi="Corbel"/>
                <w:b w:val="0"/>
                <w:sz w:val="24"/>
                <w:szCs w:val="24"/>
              </w:rPr>
              <w:t>y/drugi</w:t>
            </w:r>
          </w:p>
        </w:tc>
      </w:tr>
      <w:tr w:rsidRPr="009C54AE" w:rsidR="0085747A" w:rsidTr="00B819C8" w14:paraId="38F71841" w14:textId="77777777">
        <w:tc>
          <w:tcPr>
            <w:tcW w:w="2694" w:type="dxa"/>
            <w:vAlign w:val="center"/>
          </w:tcPr>
          <w:p w:rsidRPr="009C54AE" w:rsidR="0085747A" w:rsidP="009C54AE" w:rsidRDefault="0085747A" w14:paraId="26635D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4D11A5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00B819C8" w14:paraId="0910099E" w14:textId="77777777">
        <w:tc>
          <w:tcPr>
            <w:tcW w:w="2694" w:type="dxa"/>
            <w:vAlign w:val="center"/>
          </w:tcPr>
          <w:p w:rsidRPr="009C54AE" w:rsidR="00923D7D" w:rsidP="009C54AE" w:rsidRDefault="00923D7D" w14:paraId="7A6A58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2638B" w14:paraId="5CD59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39B495FB" w14:textId="77777777">
        <w:tc>
          <w:tcPr>
            <w:tcW w:w="2694" w:type="dxa"/>
            <w:vAlign w:val="center"/>
          </w:tcPr>
          <w:p w:rsidRPr="009C54AE" w:rsidR="0085747A" w:rsidP="009C54AE" w:rsidRDefault="0085747A" w14:paraId="474DA1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9402A" w14:paraId="083D7B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 Piękoś </w:t>
            </w:r>
          </w:p>
        </w:tc>
      </w:tr>
      <w:tr w:rsidRPr="009C54AE" w:rsidR="0085747A" w:rsidTr="00B819C8" w14:paraId="658A1FB6" w14:textId="77777777">
        <w:tc>
          <w:tcPr>
            <w:tcW w:w="2694" w:type="dxa"/>
            <w:vAlign w:val="center"/>
          </w:tcPr>
          <w:p w:rsidRPr="009C54AE" w:rsidR="0085747A" w:rsidP="009C54AE" w:rsidRDefault="0085747A" w14:paraId="5FEA9D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46A5E6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9C54AE" w:rsidR="0085747A" w:rsidP="009C54AE" w:rsidRDefault="0085747A" w14:paraId="7EEF72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0168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05EB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37AB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Pr="009C54AE" w:rsidR="00015B8F" w:rsidTr="00C766DF" w14:paraId="32E30CF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0C78C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25C61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227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A2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BC7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1C88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B49C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02A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9C2B4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12638B" w14:paraId="5DA64D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06E0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26815E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2638B" w14:paraId="4B75798F" w14:textId="4EAF43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A243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C539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32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5AF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0361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CF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6B9B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3DA8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0B6603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63A0FF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E1C86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75519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1250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70BCE" w14:paraId="34E77AC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>
        <w:rPr>
          <w:rFonts w:ascii="MS Gothic" w:hAnsi="MS Gothic" w:eastAsia="MS Gothic" w:cs="MS Gothic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F5E055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4FF23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05E51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2638B" w14:paraId="7C31D5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EE139E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7649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488C4AE" w14:textId="77777777">
        <w:tc>
          <w:tcPr>
            <w:tcW w:w="9670" w:type="dxa"/>
          </w:tcPr>
          <w:p w:rsidRPr="009C54AE" w:rsidR="0085747A" w:rsidP="009C54AE" w:rsidRDefault="0012638B" w14:paraId="71F168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 w:rsidR="00E1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5539C6B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DEE00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638B" w:rsidP="009C54AE" w:rsidRDefault="0012638B" w14:paraId="1E88D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26831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77F7FD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583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8F753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5378C8" w:rsidR="0012638B" w:rsidTr="00A01E64" w14:paraId="6BFE5CB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D8FA6F4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2B04A36D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33BC016E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836F92D" w14:textId="77777777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1001E507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628C751A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4E8FA22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774D10D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</w:tbl>
    <w:p w:rsidRPr="009C54AE" w:rsidR="0085747A" w:rsidP="009C54AE" w:rsidRDefault="0085747A" w14:paraId="417554A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D3DDF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9A16D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20F0BC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Pr="005378C8" w:rsidR="0012638B" w:rsidTr="7BFC5522" w14:paraId="02A96553" w14:textId="77777777">
        <w:trPr>
          <w:trHeight w:val="870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4E6FFDA9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</w:t>
            </w:r>
            <w:r w:rsidRPr="7BFC5522" w:rsidR="0012638B">
              <w:rPr>
                <w:rFonts w:ascii="Corbel" w:hAnsi="Corbel"/>
              </w:rPr>
              <w:t xml:space="preserve"> (efekt uczenia się</w:t>
            </w:r>
            <w:r w:rsidRPr="7BFC5522" w:rsidR="0012638B">
              <w:rPr>
                <w:rFonts w:ascii="Corbel" w:hAnsi="Corbel"/>
              </w:rPr>
              <w:t>)</w:t>
            </w:r>
          </w:p>
          <w:p w:rsidRPr="005378C8" w:rsidR="0012638B" w:rsidP="00A01E64" w:rsidRDefault="0012638B" w14:paraId="39632B24" w14:textId="77777777">
            <w:pPr>
              <w:rPr>
                <w:rFonts w:ascii="Corbel" w:hAnsi="Corbel"/>
                <w:b/>
              </w:rPr>
            </w:pP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2C7AC96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 xml:space="preserve">Treść efektu </w:t>
            </w:r>
            <w:r w:rsidRPr="7BFC5522" w:rsidR="0012638B">
              <w:rPr>
                <w:rFonts w:ascii="Corbel" w:hAnsi="Corbel"/>
              </w:rPr>
              <w:t xml:space="preserve">uczenia się </w:t>
            </w:r>
            <w:r w:rsidRPr="7BFC5522" w:rsidR="0012638B">
              <w:rPr>
                <w:rFonts w:ascii="Corbel" w:hAnsi="Corbel"/>
              </w:rPr>
              <w:t>zdefiniowanego dla przedmiotu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7D8CB57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 xml:space="preserve">Odniesienie do efektów  kierunkowych </w:t>
            </w:r>
            <w:r w:rsidRPr="7BFC5522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Pr="005378C8" w:rsidR="0012638B" w:rsidTr="7BFC5522" w14:paraId="66AC63D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37A0C917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</w:t>
            </w:r>
            <w:r w:rsidRPr="7BFC5522" w:rsidR="0012638B">
              <w:rPr>
                <w:rFonts w:ascii="Corbel" w:hAnsi="Corbel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2E4F4A14" w14:textId="578D0EA2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O</w:t>
            </w:r>
            <w:r w:rsidRPr="7BFC5522" w:rsidR="0012638B">
              <w:rPr>
                <w:rFonts w:ascii="Corbel" w:hAnsi="Corbel"/>
              </w:rPr>
              <w:t>pisuje poszczególne systemy ochrony praw człowieka w</w:t>
            </w:r>
            <w:r w:rsidRPr="7BFC5522" w:rsidR="00FE39BB">
              <w:rPr>
                <w:rFonts w:ascii="Corbel" w:hAnsi="Corbel"/>
              </w:rPr>
              <w:t> </w:t>
            </w:r>
            <w:r w:rsidRPr="7BFC5522" w:rsidR="0012638B">
              <w:rPr>
                <w:rFonts w:ascii="Corbel" w:hAnsi="Corbel"/>
              </w:rPr>
              <w:t>ujęciu krajowym i międzynarodowym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638B" w:rsidP="7BFC5522" w:rsidRDefault="00E7601D" w14:paraId="2692BEF8" w14:textId="77777777" w14:noSpellErr="1">
            <w:pPr>
              <w:jc w:val="center"/>
              <w:rPr>
                <w:rFonts w:ascii="Corbel" w:hAnsi="Corbel"/>
              </w:rPr>
            </w:pPr>
            <w:r w:rsidRPr="7BFC5522" w:rsidR="00E7601D">
              <w:rPr>
                <w:rFonts w:ascii="Corbel" w:hAnsi="Corbel"/>
              </w:rPr>
              <w:t>K_</w:t>
            </w:r>
            <w:r w:rsidRPr="7BFC5522" w:rsidR="0012638B">
              <w:rPr>
                <w:rFonts w:ascii="Corbel" w:hAnsi="Corbel"/>
              </w:rPr>
              <w:t>W08</w:t>
            </w:r>
          </w:p>
          <w:p w:rsidRPr="008A2439" w:rsidR="008A2439" w:rsidP="7BFC5522" w:rsidRDefault="008A2439" w14:paraId="32D9C020" w14:textId="015D8E42" w14:noSpellErr="1">
            <w:pPr>
              <w:jc w:val="center"/>
              <w:rPr>
                <w:rFonts w:ascii="Corbel" w:hAnsi="Corbel"/>
              </w:rPr>
            </w:pPr>
            <w:r w:rsidRPr="7BFC5522" w:rsidR="008A2439">
              <w:rPr>
                <w:rFonts w:ascii="Corbel" w:hAnsi="Corbel"/>
              </w:rPr>
              <w:t>K_W01</w:t>
            </w:r>
          </w:p>
        </w:tc>
      </w:tr>
      <w:tr w:rsidRPr="005378C8" w:rsidR="0012638B" w:rsidTr="7BFC5522" w14:paraId="5076639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7E7E1AB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46D4F8B6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A</w:t>
            </w:r>
            <w:r w:rsidRPr="7BFC5522" w:rsidR="0012638B">
              <w:rPr>
                <w:rFonts w:ascii="Corbel" w:hAnsi="Corbel"/>
              </w:rPr>
              <w:t>nalizuje przypadki łamania praw człowieka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73564A89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K_U07</w:t>
            </w:r>
          </w:p>
        </w:tc>
      </w:tr>
      <w:tr w:rsidRPr="005378C8" w:rsidR="0012638B" w:rsidTr="7BFC5522" w14:paraId="5C75200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68D7F245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3F762D6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  <w:color w:val="000000" w:themeColor="text1" w:themeTint="FF" w:themeShade="FF"/>
              </w:rPr>
              <w:t>P</w:t>
            </w:r>
            <w:r w:rsidRPr="7BFC5522" w:rsidR="0012638B">
              <w:rPr>
                <w:rFonts w:ascii="Corbel" w:hAnsi="Corbel"/>
                <w:color w:val="000000" w:themeColor="text1" w:themeTint="FF" w:themeShade="FF"/>
              </w:rPr>
              <w:t>roponuje alternatywne rozwiązania problemu naruszeń praw człowieka</w:t>
            </w:r>
            <w:r w:rsidRPr="7BFC5522" w:rsidR="00E103FB">
              <w:rPr>
                <w:rFonts w:ascii="Corbel" w:hAnsi="Corbel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33B9080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K_K08</w:t>
            </w:r>
          </w:p>
        </w:tc>
      </w:tr>
      <w:tr w:rsidRPr="005378C8" w:rsidR="0012638B" w:rsidTr="7BFC5522" w14:paraId="6FC58F0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7BFC5522" w:rsidRDefault="0012638B" w14:paraId="145A643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EK_04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6AC36A3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A</w:t>
            </w:r>
            <w:r w:rsidRPr="7BFC5522" w:rsidR="0012638B">
              <w:rPr>
                <w:rFonts w:ascii="Corbel" w:hAnsi="Corbel"/>
              </w:rPr>
              <w:t>nalizując zjawisko wielokulturowości szanuje różne punkty widzenia uwarunkowane różnym podłożem kulturowym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7601D" w14:paraId="65CFCBAD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7601D">
              <w:rPr>
                <w:rFonts w:ascii="Corbel" w:hAnsi="Corbel"/>
              </w:rPr>
              <w:t>K_</w:t>
            </w:r>
            <w:r w:rsidRPr="7BFC5522" w:rsidR="0012638B">
              <w:rPr>
                <w:rFonts w:ascii="Corbel" w:hAnsi="Corbel"/>
              </w:rPr>
              <w:t>K02</w:t>
            </w:r>
          </w:p>
        </w:tc>
      </w:tr>
      <w:tr w:rsidRPr="005378C8" w:rsidR="0012638B" w:rsidTr="7BFC5522" w14:paraId="122FD68E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090DD273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EK_05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E103FB" w14:paraId="724F2877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E103FB">
              <w:rPr>
                <w:rFonts w:ascii="Corbel" w:hAnsi="Corbel"/>
              </w:rPr>
              <w:t>J</w:t>
            </w:r>
            <w:r w:rsidRPr="7BFC5522" w:rsidR="0012638B">
              <w:rPr>
                <w:rFonts w:ascii="Corbel" w:hAnsi="Corbel"/>
              </w:rPr>
              <w:t>est świadomy konieczności aktywnego działania w organizacjach pozarządowych na rzecz praw człowieka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7BFC5522" w:rsidRDefault="0012638B" w14:paraId="61D06141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012638B">
              <w:rPr>
                <w:rFonts w:ascii="Corbel" w:hAnsi="Corbel"/>
              </w:rPr>
              <w:t>K</w:t>
            </w:r>
            <w:r w:rsidRPr="7BFC5522" w:rsidR="00E7601D">
              <w:rPr>
                <w:rFonts w:ascii="Corbel" w:hAnsi="Corbel"/>
              </w:rPr>
              <w:t>_W</w:t>
            </w:r>
            <w:r w:rsidRPr="7BFC5522" w:rsidR="0012638B">
              <w:rPr>
                <w:rFonts w:ascii="Corbel" w:hAnsi="Corbel"/>
              </w:rPr>
              <w:t>08</w:t>
            </w:r>
          </w:p>
        </w:tc>
      </w:tr>
    </w:tbl>
    <w:p w:rsidRPr="009C54AE" w:rsidR="0012638B" w:rsidP="009C54AE" w:rsidRDefault="0012638B" w14:paraId="437B94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40051" w:rsidR="0012638B" w:rsidP="00C40051" w:rsidRDefault="00675843" w14:paraId="19F2FBBC" w14:textId="518862B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19B025D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2638B">
        <w:rPr>
          <w:rFonts w:ascii="Corbel" w:hAnsi="Corbel"/>
          <w:sz w:val="24"/>
          <w:szCs w:val="24"/>
        </w:rPr>
        <w:t>zajęć warsztatowych</w:t>
      </w:r>
    </w:p>
    <w:p w:rsidRPr="009C54AE" w:rsidR="0012638B" w:rsidP="0012638B" w:rsidRDefault="0012638B" w14:paraId="15A8EBC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378C8" w:rsidR="0012638B" w:rsidTr="78BB83B0" w14:paraId="4F2AB3E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C69BAAA" w14:textId="00209A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Pr="005378C8" w:rsidR="0012638B" w:rsidTr="78BB83B0" w14:paraId="5BCF89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344525FF" w14:textId="193974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Pr="005378C8" w:rsidR="0012638B" w:rsidTr="78BB83B0" w14:paraId="31CC89F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43DA8928" w14:textId="42A43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Pr="005378C8" w:rsidR="0012638B" w:rsidTr="78BB83B0" w14:paraId="334F1DC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ED598AF" w14:textId="4E4794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O</w:t>
            </w:r>
            <w:r w:rsidRPr="78BB83B0" w:rsidR="0012638B">
              <w:rPr>
                <w:rFonts w:ascii="Corbel" w:hAnsi="Corbel"/>
                <w:sz w:val="24"/>
                <w:szCs w:val="24"/>
              </w:rPr>
              <w:t>chrona praw człowieka w Polsce</w:t>
            </w:r>
          </w:p>
        </w:tc>
      </w:tr>
      <w:tr w:rsidRPr="005378C8" w:rsidR="0012638B" w:rsidTr="78BB83B0" w14:paraId="2A581DB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7D3661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Pr="005378C8" w:rsidR="0012638B" w:rsidTr="78BB83B0" w14:paraId="39082E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1177B930" w14:textId="1B11E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Pr="005378C8" w:rsidR="0012638B" w:rsidTr="78BB83B0" w14:paraId="758C678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A70BCE" w14:paraId="09ED741E" w14:textId="65C37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A70BCE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Pr="005378C8" w:rsidR="0012638B" w:rsidTr="78BB83B0" w14:paraId="3365F74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266CB4EF" w14:textId="77FC4B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Pr="005378C8" w:rsidR="0012638B" w:rsidTr="78BB83B0" w14:paraId="66CE84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69CC89C7" w14:textId="067E6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Pr="005378C8" w:rsidR="0012638B" w:rsidTr="78BB83B0" w14:paraId="2CC6325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1BBC95A9" w14:textId="029435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Pr="005378C8" w:rsidR="0012638B" w:rsidTr="78BB83B0" w14:paraId="31BC66A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00A01E64" w:rsidRDefault="0012638B" w14:paraId="4A86D594" w14:textId="5F12F9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 w:rsidR="0012638B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:rsidRPr="009C54AE" w:rsidR="0085747A" w:rsidP="009C54AE" w:rsidRDefault="0085747A" w14:paraId="23BB17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B7B5C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69539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5074D" w:rsidR="0085747A" w:rsidP="009C54AE" w:rsidRDefault="0012638B" w14:paraId="45C632A6" w14:textId="3A6FFB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:rsidR="00E960BB" w:rsidP="009C54AE" w:rsidRDefault="00E960BB" w14:paraId="5F91D4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8A2AB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39507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3EFF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6F98" w:rsidP="00306F98" w:rsidRDefault="00306F98" w14:paraId="26D56B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Pr="005378C8" w:rsidR="00306F98" w:rsidTr="7BFC5522" w14:paraId="754B1C1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64931D0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Symbol efektu</w:t>
            </w:r>
          </w:p>
          <w:p w:rsidRPr="005378C8" w:rsidR="00306F98" w:rsidP="7BFC5522" w:rsidRDefault="00306F98" w14:paraId="7ACDA0E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3DA2DE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378C8" w:rsidR="00306F98" w:rsidP="7BFC5522" w:rsidRDefault="00306F98" w14:paraId="2C49C4A0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2508EE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378C8" w:rsidR="00306F98" w:rsidP="7BFC5522" w:rsidRDefault="00306F98" w14:paraId="62AF2C80" w14:textId="77777777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 xml:space="preserve">(w, </w:t>
            </w:r>
            <w:proofErr w:type="spellStart"/>
            <w:r w:rsidRPr="7BFC5522" w:rsidR="0D28C349">
              <w:rPr>
                <w:rFonts w:ascii="Corbel" w:hAnsi="Corbel"/>
              </w:rPr>
              <w:t>ćw</w:t>
            </w:r>
            <w:proofErr w:type="spellEnd"/>
            <w:r w:rsidRPr="7BFC5522" w:rsidR="0D28C349">
              <w:rPr>
                <w:rFonts w:ascii="Corbel" w:hAnsi="Corbel"/>
              </w:rPr>
              <w:t>, …)</w:t>
            </w:r>
          </w:p>
        </w:tc>
      </w:tr>
      <w:tr w:rsidRPr="005378C8" w:rsidR="00306F98" w:rsidTr="7BFC5522" w14:paraId="1322F49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7BFC5522" w:rsidRDefault="00306F98" w14:paraId="5D81864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01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4D094F99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793F7972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7BFC5522" w14:paraId="328A8569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7BFC5522" w:rsidRDefault="00306F98" w14:paraId="3F0E072B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02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1835CCF2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zajęć, kolokwium, referat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63042EF6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7BFC5522" w14:paraId="2B578628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072CD228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03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5D87072B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Projekt, referat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02AF722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7BFC5522" w14:paraId="22E11B75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57C265D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04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57CA344F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0345ABEB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  <w:tr w:rsidRPr="005378C8" w:rsidR="00306F98" w:rsidTr="7BFC5522" w14:paraId="78BA5801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30E71D1E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EK_ 05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D54C890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Obserwacja w trakcie zajęć</w:t>
            </w:r>
            <w:r w:rsidRPr="7BFC5522" w:rsidR="00E103FB">
              <w:rPr>
                <w:rFonts w:ascii="Corbel" w:hAnsi="Corbel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7BFC5522" w:rsidRDefault="00306F98" w14:paraId="289F0CCA" w14:textId="77777777" w14:noSpellErr="1">
            <w:pPr>
              <w:jc w:val="center"/>
              <w:rPr>
                <w:rFonts w:ascii="Corbel" w:hAnsi="Corbel"/>
                <w:b w:val="1"/>
                <w:bCs w:val="1"/>
              </w:rPr>
            </w:pPr>
            <w:r w:rsidRPr="7BFC5522" w:rsidR="0D28C349">
              <w:rPr>
                <w:rFonts w:ascii="Corbel" w:hAnsi="Corbel"/>
              </w:rPr>
              <w:t>ZW</w:t>
            </w:r>
          </w:p>
        </w:tc>
      </w:tr>
    </w:tbl>
    <w:p w:rsidRPr="009C54AE" w:rsidR="00306F98" w:rsidP="009C54AE" w:rsidRDefault="00306F98" w14:paraId="6478F9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FF5EC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7B6F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BFC5522" w14:paraId="368D7671" w14:textId="77777777">
        <w:tc>
          <w:tcPr>
            <w:tcW w:w="9670" w:type="dxa"/>
            <w:tcMar/>
          </w:tcPr>
          <w:p w:rsidRPr="009C54AE" w:rsidR="00923D7D" w:rsidP="7BFC5522" w:rsidRDefault="00923D7D" w14:paraId="72AB9837" w14:textId="298151D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BFC5522" w:rsidR="0D28C3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przedmiotu jest aktywne uczestnictwo w zajęciach oraz </w:t>
            </w:r>
            <w:r w:rsidRPr="7BFC5522" w:rsidR="00E103FB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projektu.</w:t>
            </w:r>
          </w:p>
          <w:p w:rsidRPr="009C54AE" w:rsidR="0085747A" w:rsidP="009C54AE" w:rsidRDefault="0085747A" w14:paraId="3BFB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C05AF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365B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5222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7ACE080" w14:paraId="02F45028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313C6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8A1D1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7ACE080" w14:paraId="11F0C2FE" w14:textId="77777777">
        <w:tc>
          <w:tcPr>
            <w:tcW w:w="4962" w:type="dxa"/>
            <w:tcMar/>
          </w:tcPr>
          <w:p w:rsidRPr="009C54AE" w:rsidR="0085747A" w:rsidP="009C54AE" w:rsidRDefault="00C61DC5" w14:paraId="71B3BE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7BFC5522" w:rsidRDefault="00306F98" w14:paraId="1796DEDF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 w:rsidR="0D28C3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47ACE080" w14:paraId="2682305F" w14:textId="77777777">
        <w:tc>
          <w:tcPr>
            <w:tcW w:w="4962" w:type="dxa"/>
            <w:tcMar/>
          </w:tcPr>
          <w:p w:rsidRPr="009C54AE" w:rsidR="00C61DC5" w:rsidP="009C54AE" w:rsidRDefault="00C61DC5" w14:paraId="5C754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B1D6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7BFC5522" w:rsidRDefault="00306F98" w14:paraId="567375FC" w14:textId="7F7EC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7ACE080" w:rsidR="0D28C349">
              <w:rPr>
                <w:rFonts w:ascii="Corbel" w:hAnsi="Corbel"/>
                <w:sz w:val="24"/>
                <w:szCs w:val="24"/>
              </w:rPr>
              <w:t>1</w:t>
            </w:r>
            <w:r w:rsidRPr="47ACE080" w:rsidR="755DB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47ACE080" w14:paraId="6775BAF3" w14:textId="77777777">
        <w:tc>
          <w:tcPr>
            <w:tcW w:w="4962" w:type="dxa"/>
            <w:tcMar/>
          </w:tcPr>
          <w:p w:rsidRPr="009C54AE" w:rsidR="0071620A" w:rsidP="009C54AE" w:rsidRDefault="00C61DC5" w14:paraId="6B866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F4DC5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7BFC5522" w:rsidRDefault="00306F98" w14:paraId="05995C47" w14:textId="5ACFC4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7ACE080" w:rsidR="5D0E2749">
              <w:rPr>
                <w:rFonts w:ascii="Corbel" w:hAnsi="Corbel"/>
                <w:sz w:val="24"/>
                <w:szCs w:val="24"/>
              </w:rPr>
              <w:t>4</w:t>
            </w:r>
            <w:r w:rsidRPr="47ACE080" w:rsidR="0D28C3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47ACE080" w14:paraId="1BD02D71" w14:textId="77777777">
        <w:tc>
          <w:tcPr>
            <w:tcW w:w="4962" w:type="dxa"/>
            <w:tcMar/>
          </w:tcPr>
          <w:p w:rsidRPr="009C54AE" w:rsidR="0085747A" w:rsidP="009C54AE" w:rsidRDefault="0085747A" w14:paraId="2A91EE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9C54AE" w:rsidR="0085747A" w:rsidP="47ACE080" w:rsidRDefault="00306F98" w14:paraId="3B67E530" w14:textId="0DC58D1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7ACE080" w:rsidR="4EE49464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47ACE080" w14:paraId="05D4D8D8" w14:textId="77777777">
        <w:tc>
          <w:tcPr>
            <w:tcW w:w="4962" w:type="dxa"/>
            <w:tcMar/>
          </w:tcPr>
          <w:p w:rsidRPr="009C54AE" w:rsidR="0085747A" w:rsidP="009C54AE" w:rsidRDefault="0085747A" w14:paraId="1C6C1B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7BFC5522" w:rsidRDefault="00306F98" w14:paraId="7A576544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 w:rsidR="0D28C3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18F82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97E7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85D0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97E9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DDE120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1F387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66C6B" w14:paraId="56AF4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0D95B24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B6753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66C6B" w14:paraId="760089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9C54AE" w:rsidR="003E1941" w:rsidP="009C54AE" w:rsidRDefault="003E1941" w14:paraId="42E514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4E64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F7761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78"/>
      </w:tblGrid>
      <w:tr w:rsidRPr="005378C8" w:rsidR="00306F98" w:rsidTr="78BB83B0" w14:paraId="0B346513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232F" w:rsidR="00306F98" w:rsidP="00A01E64" w:rsidRDefault="00306F98" w14:paraId="21D35DDC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4E232F">
              <w:rPr>
                <w:rFonts w:asciiTheme="minorHAnsi" w:hAnsiTheme="minorHAnsi" w:cstheme="minorHAnsi"/>
                <w:b w:val="0"/>
                <w:szCs w:val="24"/>
              </w:rPr>
              <w:t>Literatura podstawowa:</w:t>
            </w:r>
          </w:p>
          <w:p w:rsidRPr="004E232F" w:rsidR="00306F98" w:rsidP="00A01E64" w:rsidRDefault="00306F98" w14:paraId="44C4797E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Pr="004E232F" w:rsidR="00306F98" w:rsidP="7BFC5522" w:rsidRDefault="00306F98" w14:paraId="1071E87D" w14:textId="7ECC41B2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color w:val="000000" w:themeColor="text1"/>
                <w:spacing w:val="-4"/>
                <w:sz w:val="22"/>
                <w:szCs w:val="22"/>
              </w:rPr>
            </w:pPr>
            <w:r w:rsidRPr="7BFC5522" w:rsidR="0D28C349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 w:rsidR="327DAE5A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4"/>
                <w:szCs w:val="24"/>
              </w:rPr>
              <w:t xml:space="preserve">Brander P. (i in.), </w:t>
            </w:r>
            <w:r w:rsidRPr="7BFC5522" w:rsidR="327DAE5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Kompas. Edukacja o prawach człowieka w pracy z młodzieżą</w:t>
            </w:r>
            <w:r w:rsidRPr="7BFC5522" w:rsidR="327DAE5A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4"/>
                <w:szCs w:val="24"/>
              </w:rPr>
              <w:t>, Głogów 2005.</w:t>
            </w:r>
            <w:r w:rsidRPr="7BFC5522" w:rsidR="327DAE5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4E232F" w:rsidR="00306F98" w:rsidP="7BFC5522" w:rsidRDefault="00306F98" w14:paraId="55000AC7" w14:textId="65802AE5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i w:val="0"/>
                <w:iCs w:val="0"/>
                <w:color w:val="000000" w:themeColor="text1"/>
                <w:spacing w:val="-4"/>
                <w:sz w:val="22"/>
                <w:szCs w:val="22"/>
              </w:rPr>
            </w:pPr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 xml:space="preserve">Brzozowski W., </w:t>
            </w:r>
            <w:proofErr w:type="spellStart"/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>Krzywoń</w:t>
            </w:r>
            <w:proofErr w:type="spellEnd"/>
            <w:r w:rsidRPr="7BFC5522" w:rsidR="0587264D">
              <w:rPr>
                <w:rFonts w:ascii="Calibri" w:hAnsi="Calibri" w:eastAsia="Calibri" w:cs="Times New Roman"/>
                <w:color w:val="000000" w:themeColor="text1" w:themeTint="FF" w:themeShade="FF"/>
                <w:sz w:val="22"/>
                <w:szCs w:val="22"/>
              </w:rPr>
              <w:t xml:space="preserve"> A., Wiącek M., </w:t>
            </w:r>
            <w:r w:rsidRPr="7BFC5522" w:rsidR="0587264D">
              <w:rPr>
                <w:rFonts w:ascii="Calibri" w:hAnsi="Calibri" w:eastAsia="Calibri" w:cs="Times New Roman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Prawa człowieka, </w:t>
            </w:r>
            <w:r w:rsidRPr="7BFC5522" w:rsidR="0587264D">
              <w:rPr>
                <w:rFonts w:ascii="Calibri" w:hAnsi="Calibri" w:eastAsia="Calibri" w:cs="Times New Roman"/>
                <w:i w:val="0"/>
                <w:iCs w:val="0"/>
                <w:color w:val="000000" w:themeColor="text1" w:themeTint="FF" w:themeShade="FF"/>
                <w:sz w:val="22"/>
                <w:szCs w:val="22"/>
              </w:rPr>
              <w:t>Warszawa 2018.</w:t>
            </w:r>
            <w:r w:rsidRPr="7BFC5522" w:rsidR="0587264D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4E232F" w:rsidR="00306F98" w:rsidP="7BFC5522" w:rsidRDefault="00306F98" w14:paraId="7ED15F85" w14:textId="114577C1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color w:val="000000" w:themeColor="text1"/>
                <w:spacing w:val="-4"/>
                <w:sz w:val="22"/>
                <w:szCs w:val="22"/>
              </w:rPr>
            </w:pPr>
            <w:r w:rsidRPr="78BB83B0" w:rsidR="20473B8A">
              <w:rPr>
                <w:rFonts w:ascii="Calibri" w:hAnsi="Calibri" w:cs="Calibri" w:asciiTheme="minorAscii" w:hAnsiTheme="minorAscii" w:cstheme="minorAscii"/>
                <w:i w:val="1"/>
                <w:iCs w:val="1"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7BFC5522" w:rsidR="089B780D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red. L. </w:t>
            </w:r>
            <w:r w:rsidRPr="78BB83B0" w:rsidR="089B780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Koba L., W. </w:t>
            </w:r>
            <w:proofErr w:type="gramStart"/>
            <w:r w:rsidRPr="78BB83B0" w:rsidR="089B780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Wacławczyk,</w:t>
            </w:r>
            <w:r w:rsidRPr="7BFC5522" w:rsidR="089B780D">
              <w:rPr>
                <w:rFonts w:ascii="Calibri" w:hAnsi="Calibri" w:eastAsia="Calibri" w:cs="Calibri"/>
                <w:noProof w:val="0"/>
                <w:sz w:val="24"/>
                <w:szCs w:val="24"/>
                <w:u w:val="none"/>
                <w:lang w:val="pl-PL"/>
              </w:rPr>
              <w:t xml:space="preserve"> </w:t>
            </w:r>
            <w:r w:rsidRPr="7BFC5522" w:rsidR="1AA665DA">
              <w:rPr>
                <w:rFonts w:ascii="Calibri" w:hAnsi="Calibri" w:eastAsia="Calibri" w:cs="Calibri"/>
                <w:noProof w:val="0"/>
                <w:sz w:val="24"/>
                <w:szCs w:val="24"/>
                <w:u w:val="none"/>
                <w:lang w:val="pl-PL"/>
              </w:rPr>
              <w:t xml:space="preserve"> </w:t>
            </w:r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  <w:u w:val="none"/>
              </w:rPr>
              <w:t>Warszawa</w:t>
            </w:r>
            <w:proofErr w:type="gramEnd"/>
            <w:r w:rsidRPr="7BFC5522" w:rsidR="20473B8A">
              <w:rPr>
                <w:rFonts w:ascii="Calibri" w:hAnsi="Calibri" w:cs="Calibri" w:asciiTheme="minorAscii" w:hAnsiTheme="minorAscii" w:cstheme="minorAscii"/>
                <w:color w:val="000000" w:themeColor="text1"/>
                <w:spacing w:val="-4"/>
                <w:sz w:val="24"/>
                <w:szCs w:val="24"/>
              </w:rPr>
              <w:t xml:space="preserve"> 2009.</w:t>
            </w:r>
          </w:p>
          <w:p w:rsidRPr="004E232F" w:rsidR="00306F98" w:rsidP="00A01E64" w:rsidRDefault="00306F98" w14:paraId="62059510" w14:textId="77777777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Pr="005378C8" w:rsidR="00306F98" w:rsidTr="78BB83B0" w14:paraId="466FA8DB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E232F" w:rsidR="00306F98" w:rsidP="00A01E64" w:rsidRDefault="00306F98" w14:paraId="741650B5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4E232F">
              <w:rPr>
                <w:rFonts w:asciiTheme="minorHAnsi" w:hAnsiTheme="minorHAnsi" w:cstheme="minorHAnsi"/>
                <w:b w:val="0"/>
                <w:szCs w:val="24"/>
              </w:rPr>
              <w:t xml:space="preserve">Literatura uzupełniająca: </w:t>
            </w:r>
          </w:p>
          <w:p w:rsidRPr="004E232F" w:rsidR="00306F98" w:rsidP="00A01E64" w:rsidRDefault="00306F98" w14:paraId="1723228C" w14:textId="7777777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="004E232F" w:rsidP="44B03066" w:rsidRDefault="004E232F" w14:paraId="793DFA7B" w14:textId="2FCAAFAE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Banaszak B. i in.,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System ochrony praw człowieka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Zakamycze 2003.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380BA9D" w14:textId="4DDDB6F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Gronowska B., Jasudowicz T., Mik C.,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Dokumenty międzynarodowe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Warszawa 1996.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7E2F1343" w14:textId="6439E62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Hołda J., Hołda Z., Ostrowska D., Rybczyńska Julita A.,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Zarys wykładu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Warszawa 2014.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41C1ECF9" w14:textId="38E203BF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Kalisz N., </w:t>
            </w:r>
            <w:r w:rsidRPr="44B03066" w:rsidR="01330238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człowieka: współczesne zjawiska, wyzwania, zagrożenia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. T.2, Sosnowiec 2015.  </w:t>
            </w:r>
          </w:p>
          <w:p w:rsidR="004E232F" w:rsidP="44B03066" w:rsidRDefault="004E232F" w14:paraId="6BF3B1B9" w14:textId="01B446B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Motyka K.,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człowieka. Wprowadzenie. Wybór źródeł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Lublin 2004.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DFB14E8" w14:textId="7A7838B4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Nowicki M. A.,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Nowy Europejski Trybunał Praw Człowieka. Wybór orzeczeń 1999-2004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, Zakamycze 2005.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172F8BB2" w14:textId="18077970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Osiatyński W., </w:t>
            </w:r>
            <w:r w:rsidRPr="44B03066" w:rsidR="01330238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pl-PL"/>
              </w:rPr>
              <w:t>Prawa człowieka i ich granice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 xml:space="preserve">, Kraków 2011. 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27540352" w14:textId="72609CE5">
            <w:pPr>
              <w:spacing w:after="0"/>
              <w:ind w:left="567" w:hanging="567"/>
              <w:jc w:val="both"/>
            </w:pPr>
            <w:r w:rsidRPr="44B03066" w:rsidR="01330238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Prawa i wolności I i II generacji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, red. A. Florczak, B. Bolechow, </w:t>
            </w:r>
            <w:r w:rsidRPr="44B03066" w:rsidR="013302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Toruń 2006.</w:t>
            </w:r>
            <w:r w:rsidRPr="44B03066" w:rsidR="01330238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 </w:t>
            </w:r>
          </w:p>
          <w:p w:rsidR="004E232F" w:rsidP="44B03066" w:rsidRDefault="004E232F" w14:paraId="5FAD2674" w14:textId="04F8E0D9">
            <w:pPr>
              <w:spacing w:after="0"/>
              <w:ind w:left="567" w:hanging="567"/>
              <w:jc w:val="both"/>
            </w:pPr>
            <w:r w:rsidRPr="78BB83B0" w:rsidR="63523C8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 xml:space="preserve">Sroka R., </w:t>
            </w:r>
            <w:r w:rsidRPr="78BB83B0" w:rsidR="63523C82"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pl-PL"/>
              </w:rPr>
              <w:t>Etyka i prawa człowieka w biznesie: w poszukiwaniu metody</w:t>
            </w:r>
            <w:r w:rsidRPr="78BB83B0" w:rsidR="63523C82">
              <w:rPr>
                <w:rFonts w:ascii="Calibri" w:hAnsi="Calibri" w:eastAsia="Calibri" w:cs="Calibri"/>
                <w:noProof w:val="0"/>
                <w:sz w:val="24"/>
                <w:szCs w:val="24"/>
                <w:lang w:val="pl-PL"/>
              </w:rPr>
              <w:t>, Warszawa 2016</w:t>
            </w:r>
            <w:r w:rsidRPr="78BB83B0" w:rsidR="63523C8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</w:t>
            </w:r>
          </w:p>
          <w:p w:rsidRPr="004E232F" w:rsidR="00306F98" w:rsidP="00A01E64" w:rsidRDefault="00306F98" w14:paraId="571E74B2" w14:textId="77777777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78BB83B0" w:rsidP="78BB83B0" w:rsidRDefault="78BB83B0" w14:paraId="5FCB287F" w14:textId="60730449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="0085747A" w:rsidP="00F83B28" w:rsidRDefault="0085747A" w14:paraId="3F5473A9" w14:textId="1305D2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9C54AE" w:rsidR="008A2439" w:rsidP="00F83B28" w:rsidRDefault="008A2439" w14:paraId="4D030C8F" w14:textId="59772E6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8A243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BF7" w:rsidP="00C16ABF" w:rsidRDefault="007B6BF7" w14:paraId="1F1AD432" w14:textId="77777777">
      <w:pPr>
        <w:spacing w:after="0" w:line="240" w:lineRule="auto"/>
      </w:pPr>
      <w:r>
        <w:separator/>
      </w:r>
    </w:p>
  </w:endnote>
  <w:endnote w:type="continuationSeparator" w:id="0">
    <w:p w:rsidR="007B6BF7" w:rsidP="00C16ABF" w:rsidRDefault="007B6BF7" w14:paraId="5C7A2B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BF7" w:rsidP="00C16ABF" w:rsidRDefault="007B6BF7" w14:paraId="297C1595" w14:textId="77777777">
      <w:pPr>
        <w:spacing w:after="0" w:line="240" w:lineRule="auto"/>
      </w:pPr>
      <w:r>
        <w:separator/>
      </w:r>
    </w:p>
  </w:footnote>
  <w:footnote w:type="continuationSeparator" w:id="0">
    <w:p w:rsidR="007B6BF7" w:rsidP="00C16ABF" w:rsidRDefault="007B6BF7" w14:paraId="07921D69" w14:textId="77777777">
      <w:pPr>
        <w:spacing w:after="0" w:line="240" w:lineRule="auto"/>
      </w:pPr>
      <w:r>
        <w:continuationSeparator/>
      </w:r>
    </w:p>
  </w:footnote>
  <w:footnote w:id="1">
    <w:p w:rsidR="0012638B" w:rsidP="0012638B" w:rsidRDefault="0012638B" w14:paraId="1B48CB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D8"/>
    <w:rsid w:val="000048FD"/>
    <w:rsid w:val="000077B4"/>
    <w:rsid w:val="00015B8F"/>
    <w:rsid w:val="00022ECE"/>
    <w:rsid w:val="00042A51"/>
    <w:rsid w:val="00042D2E"/>
    <w:rsid w:val="00044C82"/>
    <w:rsid w:val="00066C6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0F"/>
    <w:rsid w:val="000D04B0"/>
    <w:rsid w:val="000F1C57"/>
    <w:rsid w:val="000F5615"/>
    <w:rsid w:val="00124BFF"/>
    <w:rsid w:val="0012560E"/>
    <w:rsid w:val="0012638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46"/>
    <w:rsid w:val="002B4D55"/>
    <w:rsid w:val="002B5EA0"/>
    <w:rsid w:val="002B6119"/>
    <w:rsid w:val="002C1F06"/>
    <w:rsid w:val="002D3375"/>
    <w:rsid w:val="002D4FFD"/>
    <w:rsid w:val="002D73D4"/>
    <w:rsid w:val="002F02A3"/>
    <w:rsid w:val="002F4ABE"/>
    <w:rsid w:val="003018BA"/>
    <w:rsid w:val="0030395F"/>
    <w:rsid w:val="00305C92"/>
    <w:rsid w:val="00306F98"/>
    <w:rsid w:val="003151C5"/>
    <w:rsid w:val="003343CF"/>
    <w:rsid w:val="00346FE9"/>
    <w:rsid w:val="0034759A"/>
    <w:rsid w:val="003503F6"/>
    <w:rsid w:val="003530DD"/>
    <w:rsid w:val="00363F78"/>
    <w:rsid w:val="0039585A"/>
    <w:rsid w:val="003A0A5B"/>
    <w:rsid w:val="003A1176"/>
    <w:rsid w:val="003B086E"/>
    <w:rsid w:val="003C0BAE"/>
    <w:rsid w:val="003D18A9"/>
    <w:rsid w:val="003D6CE2"/>
    <w:rsid w:val="003E1941"/>
    <w:rsid w:val="003E2FE6"/>
    <w:rsid w:val="003E49D5"/>
    <w:rsid w:val="003F205D"/>
    <w:rsid w:val="003F38C0"/>
    <w:rsid w:val="00400A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2F"/>
    <w:rsid w:val="004F1551"/>
    <w:rsid w:val="004F55A3"/>
    <w:rsid w:val="0050496F"/>
    <w:rsid w:val="00513B6F"/>
    <w:rsid w:val="00517C63"/>
    <w:rsid w:val="00535EF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A85"/>
    <w:rsid w:val="005E16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F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43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CE"/>
    <w:rsid w:val="00A84C85"/>
    <w:rsid w:val="00A9402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C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51"/>
    <w:rsid w:val="00C5074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03FB"/>
    <w:rsid w:val="00E129B8"/>
    <w:rsid w:val="00E21E7D"/>
    <w:rsid w:val="00E22FBC"/>
    <w:rsid w:val="00E24BF5"/>
    <w:rsid w:val="00E25338"/>
    <w:rsid w:val="00E51E44"/>
    <w:rsid w:val="00E63348"/>
    <w:rsid w:val="00E742AA"/>
    <w:rsid w:val="00E7601D"/>
    <w:rsid w:val="00E77E88"/>
    <w:rsid w:val="00E8107D"/>
    <w:rsid w:val="00E960BB"/>
    <w:rsid w:val="00EA2074"/>
    <w:rsid w:val="00EA4832"/>
    <w:rsid w:val="00EA4E9D"/>
    <w:rsid w:val="00EC2B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9BB"/>
    <w:rsid w:val="00FF016A"/>
    <w:rsid w:val="00FF1401"/>
    <w:rsid w:val="00FF5E7D"/>
    <w:rsid w:val="01330238"/>
    <w:rsid w:val="0346C8B5"/>
    <w:rsid w:val="040BF748"/>
    <w:rsid w:val="04F45D8A"/>
    <w:rsid w:val="0587264D"/>
    <w:rsid w:val="089B780D"/>
    <w:rsid w:val="0D28C349"/>
    <w:rsid w:val="0D847D92"/>
    <w:rsid w:val="11C084A6"/>
    <w:rsid w:val="1237F750"/>
    <w:rsid w:val="135C5507"/>
    <w:rsid w:val="146273E6"/>
    <w:rsid w:val="16BB8852"/>
    <w:rsid w:val="1AA665DA"/>
    <w:rsid w:val="20473B8A"/>
    <w:rsid w:val="250D0608"/>
    <w:rsid w:val="254AAE0F"/>
    <w:rsid w:val="29B7EE99"/>
    <w:rsid w:val="2C58C7C4"/>
    <w:rsid w:val="2CEF8F5B"/>
    <w:rsid w:val="327DAE5A"/>
    <w:rsid w:val="39D5FFE9"/>
    <w:rsid w:val="3D0DA0AB"/>
    <w:rsid w:val="4045416D"/>
    <w:rsid w:val="44B03066"/>
    <w:rsid w:val="45671216"/>
    <w:rsid w:val="47ACE080"/>
    <w:rsid w:val="49455464"/>
    <w:rsid w:val="4EE49464"/>
    <w:rsid w:val="5D0E2749"/>
    <w:rsid w:val="63523C82"/>
    <w:rsid w:val="755DB3D5"/>
    <w:rsid w:val="7804160D"/>
    <w:rsid w:val="78BB83B0"/>
    <w:rsid w:val="7BFC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B3F8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0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00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D9707-AA4C-4F7C-BFEF-40CDC6355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69F48-50AD-474D-B213-8C744FD4CA07}"/>
</file>

<file path=customXml/itemProps3.xml><?xml version="1.0" encoding="utf-8"?>
<ds:datastoreItem xmlns:ds="http://schemas.openxmlformats.org/officeDocument/2006/customXml" ds:itemID="{5003FED1-8B9F-4FEE-9F40-0BAAB08848DF}"/>
</file>

<file path=customXml/itemProps4.xml><?xml version="1.0" encoding="utf-8"?>
<ds:datastoreItem xmlns:ds="http://schemas.openxmlformats.org/officeDocument/2006/customXml" ds:itemID="{99C7D7DE-2DD0-40E7-A0DB-8265FCC368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11</cp:revision>
  <cp:lastPrinted>2019-02-06T12:12:00Z</cp:lastPrinted>
  <dcterms:created xsi:type="dcterms:W3CDTF">2020-11-16T18:28:00Z</dcterms:created>
  <dcterms:modified xsi:type="dcterms:W3CDTF">2021-11-19T19:51:07Z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